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B2" w:rsidRDefault="00FB60B2" w:rsidP="00FB60B2">
      <w:pPr>
        <w:pStyle w:val="Heading1"/>
      </w:pPr>
      <w:r>
        <w:t>Role: Web-Developer</w:t>
      </w:r>
      <w:r w:rsidR="00583C0D">
        <w:t xml:space="preserve"> x 3</w:t>
      </w:r>
    </w:p>
    <w:p w:rsidR="00FB60B2" w:rsidRDefault="00FB60B2" w:rsidP="00FB60B2">
      <w:pPr>
        <w:pStyle w:val="Heading2"/>
      </w:pPr>
      <w:r>
        <w:t>What we are looking for</w:t>
      </w:r>
    </w:p>
    <w:p w:rsidR="008407D1" w:rsidRDefault="003E54D6" w:rsidP="00C35A14">
      <w:pPr>
        <w:jc w:val="both"/>
      </w:pPr>
      <w:r>
        <w:t>First and foremost:</w:t>
      </w:r>
      <w:r w:rsidR="000015FE">
        <w:t xml:space="preserve"> </w:t>
      </w:r>
      <w:r w:rsidR="007A04B0">
        <w:t xml:space="preserve">passionate, </w:t>
      </w:r>
      <w:r w:rsidR="001D0CA6">
        <w:t xml:space="preserve">curious, </w:t>
      </w:r>
      <w:r w:rsidR="007A04B0">
        <w:t xml:space="preserve">creative, </w:t>
      </w:r>
      <w:r w:rsidR="00581A99">
        <w:t>but</w:t>
      </w:r>
      <w:r w:rsidR="007A04B0">
        <w:t xml:space="preserve"> </w:t>
      </w:r>
      <w:r w:rsidR="000015FE">
        <w:t>r</w:t>
      </w:r>
      <w:r w:rsidR="00C35A14">
        <w:t>esp</w:t>
      </w:r>
      <w:r w:rsidR="0035052F">
        <w:t xml:space="preserve">onsible </w:t>
      </w:r>
      <w:r w:rsidR="00E45166">
        <w:t>software developers</w:t>
      </w:r>
      <w:r w:rsidR="00F110AF">
        <w:t xml:space="preserve"> with a </w:t>
      </w:r>
      <w:r w:rsidR="00937C04">
        <w:t>wide</w:t>
      </w:r>
      <w:r w:rsidR="00F110AF">
        <w:t xml:space="preserve"> range of competencies</w:t>
      </w:r>
      <w:r w:rsidR="00680AE1">
        <w:t xml:space="preserve">. </w:t>
      </w:r>
    </w:p>
    <w:p w:rsidR="008407D1" w:rsidRDefault="008407D1" w:rsidP="00C35A14">
      <w:pPr>
        <w:jc w:val="both"/>
      </w:pPr>
      <w:r w:rsidRPr="008407D1">
        <w:t>As an organisation, we are shifting up a gear, targeting bigger and more demanding customers on a continual basis. We need to make our cloud-based video production tool as robust and scalable as possible in order to keep up with the growing demand we are experiencing.</w:t>
      </w:r>
    </w:p>
    <w:p w:rsidR="00C35A14" w:rsidRDefault="00C35A14" w:rsidP="00C35A14">
      <w:pPr>
        <w:jc w:val="both"/>
      </w:pPr>
      <w:r>
        <w:t>We're very much out of the green field development stage. There's more than enough new feature development to go around, but the emph</w:t>
      </w:r>
      <w:r w:rsidR="007C5706">
        <w:t>asis is on doing it sustainably</w:t>
      </w:r>
      <w:r w:rsidR="0039600B">
        <w:t xml:space="preserve"> and </w:t>
      </w:r>
      <w:r w:rsidR="00DB5C27">
        <w:t xml:space="preserve">endowing </w:t>
      </w:r>
      <w:r w:rsidR="0045777C">
        <w:t>existing features with greater quality.</w:t>
      </w:r>
      <w:r w:rsidR="0039600B">
        <w:t xml:space="preserve"> </w:t>
      </w:r>
    </w:p>
    <w:p w:rsidR="00903898" w:rsidRDefault="00903898" w:rsidP="00C35A14">
      <w:pPr>
        <w:jc w:val="both"/>
      </w:pPr>
      <w:r w:rsidRPr="00903898">
        <w:t xml:space="preserve">In order to be short-listed for this role </w:t>
      </w:r>
      <w:r w:rsidR="004B17E2">
        <w:t>you</w:t>
      </w:r>
      <w:r w:rsidRPr="00903898">
        <w:t xml:space="preserve"> will need to be able to:</w:t>
      </w:r>
    </w:p>
    <w:p w:rsidR="00C70F07" w:rsidRDefault="00517288" w:rsidP="00C70F07">
      <w:pPr>
        <w:pStyle w:val="ListParagraph"/>
        <w:numPr>
          <w:ilvl w:val="0"/>
          <w:numId w:val="8"/>
        </w:numPr>
        <w:jc w:val="both"/>
      </w:pPr>
      <w:r>
        <w:t>G</w:t>
      </w:r>
      <w:r w:rsidR="00C70F07">
        <w:t xml:space="preserve">et stuck in at any part in the software stack. </w:t>
      </w:r>
    </w:p>
    <w:p w:rsidR="00C70F07" w:rsidRDefault="00517288" w:rsidP="00C70F07">
      <w:pPr>
        <w:pStyle w:val="ListParagraph"/>
        <w:numPr>
          <w:ilvl w:val="0"/>
          <w:numId w:val="8"/>
        </w:numPr>
        <w:jc w:val="both"/>
      </w:pPr>
      <w:r>
        <w:t>A</w:t>
      </w:r>
      <w:r w:rsidR="00C70F07">
        <w:t xml:space="preserve">ctively </w:t>
      </w:r>
      <w:r w:rsidR="00C17605">
        <w:t>participate</w:t>
      </w:r>
      <w:r w:rsidR="00C70F07">
        <w:t xml:space="preserve"> in design and architecture discussions.</w:t>
      </w:r>
    </w:p>
    <w:p w:rsidR="00C70F07" w:rsidRDefault="009D6D82" w:rsidP="00C70F07">
      <w:pPr>
        <w:pStyle w:val="ListParagraph"/>
        <w:numPr>
          <w:ilvl w:val="0"/>
          <w:numId w:val="8"/>
        </w:numPr>
        <w:jc w:val="both"/>
      </w:pPr>
      <w:r>
        <w:t>R</w:t>
      </w:r>
      <w:r w:rsidR="00517288">
        <w:t>e-factor existing code</w:t>
      </w:r>
      <w:r w:rsidR="00C70F07">
        <w:t xml:space="preserve">. </w:t>
      </w:r>
      <w:proofErr w:type="gramStart"/>
      <w:r w:rsidR="00C70F07">
        <w:t>Our codebase</w:t>
      </w:r>
      <w:proofErr w:type="gramEnd"/>
      <w:r w:rsidR="00C70F07">
        <w:t xml:space="preserve"> is far from perfect (whose isn't?) but it's improved dramatically in the last year and we want to be able to say the same thing in a year's time. We'll need your help on that.</w:t>
      </w:r>
    </w:p>
    <w:p w:rsidR="00F73721" w:rsidRDefault="002C2915" w:rsidP="00F73721">
      <w:pPr>
        <w:pStyle w:val="ListParagraph"/>
        <w:numPr>
          <w:ilvl w:val="0"/>
          <w:numId w:val="8"/>
        </w:numPr>
        <w:jc w:val="both"/>
      </w:pPr>
      <w:r>
        <w:t>Share</w:t>
      </w:r>
      <w:r w:rsidR="00F73721">
        <w:t xml:space="preserve"> your knowledge and ideas and be a great communicator;</w:t>
      </w:r>
    </w:p>
    <w:p w:rsidR="00F73721" w:rsidRPr="00C52F25" w:rsidRDefault="00F30406" w:rsidP="00F73721">
      <w:pPr>
        <w:pStyle w:val="ListParagraph"/>
        <w:numPr>
          <w:ilvl w:val="0"/>
          <w:numId w:val="8"/>
        </w:numPr>
        <w:jc w:val="both"/>
      </w:pPr>
      <w:r>
        <w:t>Have</w:t>
      </w:r>
      <w:r w:rsidR="00F73721">
        <w:t xml:space="preserve"> the discipline and determination to embrace test-driven development as a means of growing and maintaining quality software.</w:t>
      </w:r>
    </w:p>
    <w:p w:rsidR="00903898" w:rsidRDefault="00245B9A" w:rsidP="00903898">
      <w:pPr>
        <w:pStyle w:val="ListParagraph"/>
        <w:numPr>
          <w:ilvl w:val="0"/>
          <w:numId w:val="8"/>
        </w:numPr>
        <w:jc w:val="both"/>
      </w:pPr>
      <w:r>
        <w:t>Debug</w:t>
      </w:r>
      <w:r w:rsidR="00C70F07">
        <w:t>. Bugs happen. You'll be one of the people fixing them when they do.</w:t>
      </w:r>
    </w:p>
    <w:p w:rsidR="003555E6" w:rsidRDefault="003555E6" w:rsidP="003555E6">
      <w:pPr>
        <w:pStyle w:val="ListParagraph"/>
        <w:numPr>
          <w:ilvl w:val="0"/>
          <w:numId w:val="8"/>
        </w:numPr>
        <w:jc w:val="both"/>
      </w:pPr>
      <w:r w:rsidRPr="003555E6">
        <w:rPr>
          <w:u w:val="single"/>
        </w:rPr>
        <w:t>Bonus</w:t>
      </w:r>
      <w:r>
        <w:t xml:space="preserve">: we plan to build mobile and desktop applications, so experience in these areas will be helpful. </w:t>
      </w:r>
    </w:p>
    <w:p w:rsidR="007A5843" w:rsidRDefault="007A5843" w:rsidP="007A5843">
      <w:pPr>
        <w:jc w:val="both"/>
      </w:pPr>
      <w:r>
        <w:t xml:space="preserve">In addition to 3+ years of </w:t>
      </w:r>
      <w:r w:rsidR="00F57A73">
        <w:t>relevant</w:t>
      </w:r>
      <w:r>
        <w:t xml:space="preserve"> experience, you will be skilled in the following areas:</w:t>
      </w:r>
    </w:p>
    <w:p w:rsidR="007A5843" w:rsidRDefault="007A5843" w:rsidP="007A5843">
      <w:pPr>
        <w:pStyle w:val="ListParagraph"/>
        <w:numPr>
          <w:ilvl w:val="0"/>
          <w:numId w:val="9"/>
        </w:numPr>
        <w:jc w:val="both"/>
      </w:pPr>
      <w:r>
        <w:t>Multiple languages - both modern languages, such as Ruby or Python, as well as lower</w:t>
      </w:r>
      <w:r w:rsidR="00582426">
        <w:t xml:space="preserve">-levels languages such as C/C++; </w:t>
      </w:r>
      <w:r w:rsidR="00BC1DAD">
        <w:t xml:space="preserve">with </w:t>
      </w:r>
      <w:proofErr w:type="spellStart"/>
      <w:r w:rsidR="00BC1DAD">
        <w:t>Clojure</w:t>
      </w:r>
      <w:proofErr w:type="spellEnd"/>
      <w:r w:rsidR="00BC1DAD">
        <w:t xml:space="preserve"> considered a plus...</w:t>
      </w:r>
    </w:p>
    <w:p w:rsidR="007A5843" w:rsidRDefault="007A5843" w:rsidP="007A5843">
      <w:pPr>
        <w:pStyle w:val="ListParagraph"/>
        <w:numPr>
          <w:ilvl w:val="0"/>
          <w:numId w:val="9"/>
        </w:numPr>
        <w:jc w:val="both"/>
      </w:pPr>
      <w:r>
        <w:t xml:space="preserve">Confident (to fluent) in JavaScript, HTML5, CSS and HTTP </w:t>
      </w:r>
    </w:p>
    <w:p w:rsidR="007A5843" w:rsidRDefault="003B1AD4" w:rsidP="007A5843">
      <w:pPr>
        <w:pStyle w:val="ListParagraph"/>
        <w:numPr>
          <w:ilvl w:val="0"/>
          <w:numId w:val="9"/>
        </w:numPr>
        <w:jc w:val="both"/>
      </w:pPr>
      <w:r>
        <w:t>E</w:t>
      </w:r>
      <w:r w:rsidR="000E4535">
        <w:t>x</w:t>
      </w:r>
      <w:r w:rsidR="007A5843">
        <w:t>perience of modern web-development frameworks such as backbone.js</w:t>
      </w:r>
    </w:p>
    <w:p w:rsidR="007A5843" w:rsidRDefault="003B1AD4" w:rsidP="007A5843">
      <w:pPr>
        <w:pStyle w:val="ListParagraph"/>
        <w:numPr>
          <w:ilvl w:val="0"/>
          <w:numId w:val="9"/>
        </w:numPr>
        <w:jc w:val="both"/>
      </w:pPr>
      <w:r>
        <w:t>S</w:t>
      </w:r>
      <w:r w:rsidR="007A5843">
        <w:t xml:space="preserve">olid </w:t>
      </w:r>
      <w:r>
        <w:t>grounding in</w:t>
      </w:r>
      <w:r w:rsidR="007A5843">
        <w:t xml:space="preserve"> object-oriented and database modelling</w:t>
      </w:r>
      <w:r w:rsidR="007A5B6C">
        <w:t xml:space="preserve"> techniques; know your way around a RDBMS, how to read a schema and author efficient SQL</w:t>
      </w:r>
    </w:p>
    <w:p w:rsidR="007A5843" w:rsidRDefault="007A5843" w:rsidP="007A5843">
      <w:pPr>
        <w:pStyle w:val="ListParagraph"/>
        <w:numPr>
          <w:ilvl w:val="0"/>
          <w:numId w:val="9"/>
        </w:numPr>
        <w:jc w:val="both"/>
      </w:pPr>
      <w:r>
        <w:t xml:space="preserve">You will have made contributions in all-tiers within a typical web-application environment and not be </w:t>
      </w:r>
      <w:r w:rsidRPr="00C265C1">
        <w:rPr>
          <w:i/>
        </w:rPr>
        <w:t>just</w:t>
      </w:r>
      <w:r>
        <w:t xml:space="preserve"> a Ruby programmer, or </w:t>
      </w:r>
      <w:r w:rsidRPr="00C265C1">
        <w:rPr>
          <w:i/>
        </w:rPr>
        <w:t>just</w:t>
      </w:r>
      <w:r>
        <w:t xml:space="preserve"> a JavaScript programmer;</w:t>
      </w:r>
    </w:p>
    <w:p w:rsidR="0035052F" w:rsidRDefault="0035052F" w:rsidP="0039600B">
      <w:pPr>
        <w:jc w:val="both"/>
      </w:pPr>
      <w:r>
        <w:t>By the way, you need to have the right to work in the UK. Sorry. We're not able to provide work permits.</w:t>
      </w:r>
    </w:p>
    <w:p w:rsidR="0035052F" w:rsidRDefault="0035052F" w:rsidP="0035052F">
      <w:pPr>
        <w:pStyle w:val="Heading2"/>
      </w:pPr>
      <w:r>
        <w:lastRenderedPageBreak/>
        <w:t>What our stack looks like</w:t>
      </w:r>
    </w:p>
    <w:p w:rsidR="0035052F" w:rsidRDefault="0042481B" w:rsidP="0035052F">
      <w:pPr>
        <w:jc w:val="both"/>
      </w:pPr>
      <w:r>
        <w:t>H</w:t>
      </w:r>
      <w:r w:rsidR="0035052F">
        <w:t>ere's a sampling of some of the interesting moving parts in our stack, in no particular order: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>Ruby (Sinatra/Passenger) and C++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 xml:space="preserve">JavaScript </w:t>
      </w:r>
      <w:r w:rsidR="00A54FB1">
        <w:t xml:space="preserve">/ CSS/ HTML5 </w:t>
      </w:r>
      <w:r>
        <w:t xml:space="preserve">(Backbone.js and Handlebars) 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proofErr w:type="spellStart"/>
      <w:r>
        <w:t>PostgreSQL</w:t>
      </w:r>
      <w:proofErr w:type="spellEnd"/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proofErr w:type="spellStart"/>
      <w:r>
        <w:t>Memcached</w:t>
      </w:r>
      <w:proofErr w:type="spellEnd"/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>Beanstalk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proofErr w:type="spellStart"/>
      <w:r>
        <w:t>ffmpeg</w:t>
      </w:r>
      <w:proofErr w:type="spellEnd"/>
      <w:r>
        <w:t xml:space="preserve"> and Carbon Coder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 xml:space="preserve">3rd-party and custom tools for working with media (e.g. </w:t>
      </w:r>
      <w:proofErr w:type="spellStart"/>
      <w:r>
        <w:t>mediainfo</w:t>
      </w:r>
      <w:proofErr w:type="spellEnd"/>
      <w:r>
        <w:t xml:space="preserve">, </w:t>
      </w:r>
      <w:proofErr w:type="spellStart"/>
      <w:r>
        <w:t>mxflib</w:t>
      </w:r>
      <w:proofErr w:type="spellEnd"/>
      <w:r>
        <w:t xml:space="preserve">, </w:t>
      </w:r>
      <w:proofErr w:type="spellStart"/>
      <w:r>
        <w:t>sox</w:t>
      </w:r>
      <w:proofErr w:type="spellEnd"/>
      <w:r>
        <w:t xml:space="preserve">, </w:t>
      </w:r>
      <w:proofErr w:type="spellStart"/>
      <w:r>
        <w:t>ffmbc</w:t>
      </w:r>
      <w:proofErr w:type="spellEnd"/>
      <w:r>
        <w:t>, handbrake)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>UDP file transfer acceleration tools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proofErr w:type="spellStart"/>
      <w:r>
        <w:t>Gluster</w:t>
      </w:r>
      <w:proofErr w:type="spellEnd"/>
      <w:r>
        <w:t>: A distributed file system</w:t>
      </w:r>
    </w:p>
    <w:p w:rsidR="0035052F" w:rsidRDefault="0035052F" w:rsidP="0035052F">
      <w:pPr>
        <w:pStyle w:val="ListParagraph"/>
        <w:numPr>
          <w:ilvl w:val="0"/>
          <w:numId w:val="10"/>
        </w:numPr>
        <w:jc w:val="both"/>
      </w:pPr>
      <w:r>
        <w:t>... all glued together with Chef cloud provisioning tools and scripts</w:t>
      </w:r>
    </w:p>
    <w:p w:rsidR="0035052F" w:rsidRPr="00C35A14" w:rsidRDefault="0035052F" w:rsidP="0035052F">
      <w:pPr>
        <w:jc w:val="both"/>
      </w:pPr>
      <w:r>
        <w:t>Familiarity with any or all of these is preferred but not required. You're probably going to have to get familiar with most of them though.</w:t>
      </w:r>
    </w:p>
    <w:p w:rsidR="00500AB9" w:rsidRDefault="00500AB9"/>
    <w:sectPr w:rsidR="00500AB9" w:rsidSect="006D45C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B2E" w:rsidRDefault="00780B2E" w:rsidP="00F33714">
      <w:pPr>
        <w:spacing w:after="0" w:line="240" w:lineRule="auto"/>
      </w:pPr>
      <w:r>
        <w:separator/>
      </w:r>
    </w:p>
  </w:endnote>
  <w:endnote w:type="continuationSeparator" w:id="0">
    <w:p w:rsidR="00780B2E" w:rsidRDefault="00780B2E" w:rsidP="00F3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045" w:rsidRDefault="002E6045">
    <w:pPr>
      <w:pStyle w:val="Footer"/>
    </w:pPr>
    <w:r w:rsidRPr="007B5D68">
      <w:t xml:space="preserve">© </w:t>
    </w:r>
    <w:proofErr w:type="spellStart"/>
    <w:r w:rsidRPr="007B5D68">
      <w:t>Aframe</w:t>
    </w:r>
    <w:proofErr w:type="spellEnd"/>
    <w:r w:rsidRPr="007B5D68">
      <w:t xml:space="preserve"> Media Services Ltd.</w:t>
    </w:r>
    <w:r w:rsidRPr="007B5D68">
      <w:tab/>
    </w:r>
    <w:r w:rsidRPr="007B5D68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B2E" w:rsidRDefault="00780B2E" w:rsidP="00F33714">
      <w:pPr>
        <w:spacing w:after="0" w:line="240" w:lineRule="auto"/>
      </w:pPr>
      <w:r>
        <w:separator/>
      </w:r>
    </w:p>
  </w:footnote>
  <w:footnote w:type="continuationSeparator" w:id="0">
    <w:p w:rsidR="00780B2E" w:rsidRDefault="00780B2E" w:rsidP="00F3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0B2" w:rsidRDefault="00FB60B2">
    <w:pPr>
      <w:pStyle w:val="Header"/>
    </w:pPr>
    <w:r>
      <w:rPr>
        <w:noProof/>
        <w:lang w:eastAsia="en-GB"/>
      </w:rPr>
      <w:drawing>
        <wp:inline distT="0" distB="0" distL="0" distR="0">
          <wp:extent cx="1151489" cy="508958"/>
          <wp:effectExtent l="19050" t="0" r="0" b="0"/>
          <wp:docPr id="1" name="Picture 0" descr="afram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rame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053" cy="509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E09"/>
    <w:multiLevelType w:val="hybridMultilevel"/>
    <w:tmpl w:val="2CC63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21AF0"/>
    <w:multiLevelType w:val="hybridMultilevel"/>
    <w:tmpl w:val="2B70B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40771"/>
    <w:multiLevelType w:val="hybridMultilevel"/>
    <w:tmpl w:val="5CBAC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81350"/>
    <w:multiLevelType w:val="hybridMultilevel"/>
    <w:tmpl w:val="27345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04400"/>
    <w:multiLevelType w:val="hybridMultilevel"/>
    <w:tmpl w:val="F3584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809C1"/>
    <w:multiLevelType w:val="hybridMultilevel"/>
    <w:tmpl w:val="BF26A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75EFA"/>
    <w:multiLevelType w:val="hybridMultilevel"/>
    <w:tmpl w:val="CDEA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84D90"/>
    <w:multiLevelType w:val="hybridMultilevel"/>
    <w:tmpl w:val="A25AC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64ED1"/>
    <w:multiLevelType w:val="hybridMultilevel"/>
    <w:tmpl w:val="E4809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759C7"/>
    <w:multiLevelType w:val="hybridMultilevel"/>
    <w:tmpl w:val="EE6C51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284"/>
  <w:drawingGridHorizontalSpacing w:val="12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3A71D1"/>
    <w:rsid w:val="00000FCC"/>
    <w:rsid w:val="000015FE"/>
    <w:rsid w:val="000144D4"/>
    <w:rsid w:val="00023FFF"/>
    <w:rsid w:val="00025DD3"/>
    <w:rsid w:val="0004431A"/>
    <w:rsid w:val="000448EC"/>
    <w:rsid w:val="000465A1"/>
    <w:rsid w:val="00063630"/>
    <w:rsid w:val="00067FDE"/>
    <w:rsid w:val="000703CB"/>
    <w:rsid w:val="0007724F"/>
    <w:rsid w:val="00082F5A"/>
    <w:rsid w:val="000930C5"/>
    <w:rsid w:val="000954A1"/>
    <w:rsid w:val="00096FE8"/>
    <w:rsid w:val="000A35AE"/>
    <w:rsid w:val="000A39AF"/>
    <w:rsid w:val="000A6E7C"/>
    <w:rsid w:val="000B336F"/>
    <w:rsid w:val="000B365A"/>
    <w:rsid w:val="000B513C"/>
    <w:rsid w:val="000C0188"/>
    <w:rsid w:val="000D1A76"/>
    <w:rsid w:val="000D24D4"/>
    <w:rsid w:val="000D2F64"/>
    <w:rsid w:val="000D682F"/>
    <w:rsid w:val="000E0BF6"/>
    <w:rsid w:val="000E3758"/>
    <w:rsid w:val="000E4535"/>
    <w:rsid w:val="000E76D4"/>
    <w:rsid w:val="000F077A"/>
    <w:rsid w:val="000F2A61"/>
    <w:rsid w:val="000F2E9D"/>
    <w:rsid w:val="000F33FD"/>
    <w:rsid w:val="000F4DD5"/>
    <w:rsid w:val="000F53CF"/>
    <w:rsid w:val="0010155B"/>
    <w:rsid w:val="00112D91"/>
    <w:rsid w:val="00115E5D"/>
    <w:rsid w:val="001277DD"/>
    <w:rsid w:val="001332DD"/>
    <w:rsid w:val="00145670"/>
    <w:rsid w:val="001464F1"/>
    <w:rsid w:val="00175007"/>
    <w:rsid w:val="00180735"/>
    <w:rsid w:val="001808A4"/>
    <w:rsid w:val="0018782F"/>
    <w:rsid w:val="001B7BB6"/>
    <w:rsid w:val="001C3CC0"/>
    <w:rsid w:val="001D0CA6"/>
    <w:rsid w:val="001D251F"/>
    <w:rsid w:val="001D2B94"/>
    <w:rsid w:val="001D7EF4"/>
    <w:rsid w:val="001E3825"/>
    <w:rsid w:val="001E457C"/>
    <w:rsid w:val="001F2E16"/>
    <w:rsid w:val="001F3F0F"/>
    <w:rsid w:val="00200EAB"/>
    <w:rsid w:val="00210D92"/>
    <w:rsid w:val="00210F16"/>
    <w:rsid w:val="002117F2"/>
    <w:rsid w:val="00215056"/>
    <w:rsid w:val="002447EE"/>
    <w:rsid w:val="00245B9A"/>
    <w:rsid w:val="002558A4"/>
    <w:rsid w:val="00256332"/>
    <w:rsid w:val="002575C4"/>
    <w:rsid w:val="00260BBE"/>
    <w:rsid w:val="0026366A"/>
    <w:rsid w:val="002811A1"/>
    <w:rsid w:val="002812B0"/>
    <w:rsid w:val="00285569"/>
    <w:rsid w:val="002904E9"/>
    <w:rsid w:val="002934E4"/>
    <w:rsid w:val="00294422"/>
    <w:rsid w:val="00295D52"/>
    <w:rsid w:val="00296E19"/>
    <w:rsid w:val="00297E2A"/>
    <w:rsid w:val="002A4769"/>
    <w:rsid w:val="002A6B1E"/>
    <w:rsid w:val="002B1A65"/>
    <w:rsid w:val="002C0AAC"/>
    <w:rsid w:val="002C1058"/>
    <w:rsid w:val="002C2915"/>
    <w:rsid w:val="002C59E0"/>
    <w:rsid w:val="002D6069"/>
    <w:rsid w:val="002E6045"/>
    <w:rsid w:val="002E69DB"/>
    <w:rsid w:val="002E79D9"/>
    <w:rsid w:val="002E7C25"/>
    <w:rsid w:val="002F48E6"/>
    <w:rsid w:val="002F6CBB"/>
    <w:rsid w:val="00304AA9"/>
    <w:rsid w:val="0030599C"/>
    <w:rsid w:val="00306E32"/>
    <w:rsid w:val="00317428"/>
    <w:rsid w:val="00320DB9"/>
    <w:rsid w:val="00325396"/>
    <w:rsid w:val="0032554F"/>
    <w:rsid w:val="00327C50"/>
    <w:rsid w:val="00332179"/>
    <w:rsid w:val="003354FF"/>
    <w:rsid w:val="00340808"/>
    <w:rsid w:val="00342E89"/>
    <w:rsid w:val="003446A8"/>
    <w:rsid w:val="0035052F"/>
    <w:rsid w:val="003555E6"/>
    <w:rsid w:val="003558E9"/>
    <w:rsid w:val="003623D5"/>
    <w:rsid w:val="003677B8"/>
    <w:rsid w:val="003713FD"/>
    <w:rsid w:val="0037193F"/>
    <w:rsid w:val="00372FE6"/>
    <w:rsid w:val="00375009"/>
    <w:rsid w:val="00383CA1"/>
    <w:rsid w:val="0039600B"/>
    <w:rsid w:val="003A260A"/>
    <w:rsid w:val="003A71D1"/>
    <w:rsid w:val="003B1AD4"/>
    <w:rsid w:val="003C2B34"/>
    <w:rsid w:val="003C307C"/>
    <w:rsid w:val="003E29FA"/>
    <w:rsid w:val="003E2FBF"/>
    <w:rsid w:val="003E54D6"/>
    <w:rsid w:val="003F2FC3"/>
    <w:rsid w:val="004025E8"/>
    <w:rsid w:val="00403ACA"/>
    <w:rsid w:val="0040663E"/>
    <w:rsid w:val="00420142"/>
    <w:rsid w:val="0042481B"/>
    <w:rsid w:val="0043720C"/>
    <w:rsid w:val="0044263E"/>
    <w:rsid w:val="004475C8"/>
    <w:rsid w:val="0045768A"/>
    <w:rsid w:val="0045777C"/>
    <w:rsid w:val="00461749"/>
    <w:rsid w:val="00471A25"/>
    <w:rsid w:val="004726D0"/>
    <w:rsid w:val="00472B19"/>
    <w:rsid w:val="00475FF3"/>
    <w:rsid w:val="00482DDC"/>
    <w:rsid w:val="00492A65"/>
    <w:rsid w:val="004A55F7"/>
    <w:rsid w:val="004A6465"/>
    <w:rsid w:val="004B17E2"/>
    <w:rsid w:val="004B1C66"/>
    <w:rsid w:val="004B1E15"/>
    <w:rsid w:val="004B7F38"/>
    <w:rsid w:val="004D0E69"/>
    <w:rsid w:val="004D652D"/>
    <w:rsid w:val="004D6AB1"/>
    <w:rsid w:val="004E2D88"/>
    <w:rsid w:val="004F7444"/>
    <w:rsid w:val="004F7C60"/>
    <w:rsid w:val="004F7E44"/>
    <w:rsid w:val="00500AB9"/>
    <w:rsid w:val="00502173"/>
    <w:rsid w:val="00517200"/>
    <w:rsid w:val="00517288"/>
    <w:rsid w:val="00517625"/>
    <w:rsid w:val="005309A8"/>
    <w:rsid w:val="00531400"/>
    <w:rsid w:val="0053544E"/>
    <w:rsid w:val="00545102"/>
    <w:rsid w:val="00561C40"/>
    <w:rsid w:val="00570FDB"/>
    <w:rsid w:val="00572374"/>
    <w:rsid w:val="00576891"/>
    <w:rsid w:val="00581A99"/>
    <w:rsid w:val="00581F1A"/>
    <w:rsid w:val="00582426"/>
    <w:rsid w:val="0058315B"/>
    <w:rsid w:val="00583C0D"/>
    <w:rsid w:val="005844C4"/>
    <w:rsid w:val="0058598F"/>
    <w:rsid w:val="00587E0D"/>
    <w:rsid w:val="005A0D07"/>
    <w:rsid w:val="005B728F"/>
    <w:rsid w:val="005D3D66"/>
    <w:rsid w:val="005E5C1E"/>
    <w:rsid w:val="00601CB9"/>
    <w:rsid w:val="00617DE6"/>
    <w:rsid w:val="00621CEF"/>
    <w:rsid w:val="00635DB6"/>
    <w:rsid w:val="00640B0D"/>
    <w:rsid w:val="00641405"/>
    <w:rsid w:val="00644868"/>
    <w:rsid w:val="006461CD"/>
    <w:rsid w:val="0066628D"/>
    <w:rsid w:val="00671E1B"/>
    <w:rsid w:val="00674231"/>
    <w:rsid w:val="00680AE1"/>
    <w:rsid w:val="00681937"/>
    <w:rsid w:val="006836D7"/>
    <w:rsid w:val="006A1E60"/>
    <w:rsid w:val="006A3755"/>
    <w:rsid w:val="006A50DB"/>
    <w:rsid w:val="006B3B5F"/>
    <w:rsid w:val="006B6BDF"/>
    <w:rsid w:val="006C1B7C"/>
    <w:rsid w:val="006C7F8E"/>
    <w:rsid w:val="006D45C1"/>
    <w:rsid w:val="006D6F82"/>
    <w:rsid w:val="006E31E0"/>
    <w:rsid w:val="007128C2"/>
    <w:rsid w:val="007173BF"/>
    <w:rsid w:val="00722099"/>
    <w:rsid w:val="00724FAA"/>
    <w:rsid w:val="0074430C"/>
    <w:rsid w:val="007457F4"/>
    <w:rsid w:val="00751847"/>
    <w:rsid w:val="00755232"/>
    <w:rsid w:val="0075543B"/>
    <w:rsid w:val="00760E60"/>
    <w:rsid w:val="00763BEC"/>
    <w:rsid w:val="007802C2"/>
    <w:rsid w:val="00780B2E"/>
    <w:rsid w:val="007818F8"/>
    <w:rsid w:val="0078393A"/>
    <w:rsid w:val="007853D8"/>
    <w:rsid w:val="007904D4"/>
    <w:rsid w:val="0079535F"/>
    <w:rsid w:val="00797D4B"/>
    <w:rsid w:val="007A04B0"/>
    <w:rsid w:val="007A5843"/>
    <w:rsid w:val="007A5B6C"/>
    <w:rsid w:val="007B5D68"/>
    <w:rsid w:val="007C5706"/>
    <w:rsid w:val="007D42F2"/>
    <w:rsid w:val="007D4B6A"/>
    <w:rsid w:val="007D7A52"/>
    <w:rsid w:val="007E510F"/>
    <w:rsid w:val="007E5D6E"/>
    <w:rsid w:val="007F2841"/>
    <w:rsid w:val="007F527A"/>
    <w:rsid w:val="008001F0"/>
    <w:rsid w:val="00800572"/>
    <w:rsid w:val="0080359D"/>
    <w:rsid w:val="00804573"/>
    <w:rsid w:val="00807F7D"/>
    <w:rsid w:val="00815D0B"/>
    <w:rsid w:val="00815F01"/>
    <w:rsid w:val="00817435"/>
    <w:rsid w:val="008235EA"/>
    <w:rsid w:val="00830F69"/>
    <w:rsid w:val="008362EB"/>
    <w:rsid w:val="00836571"/>
    <w:rsid w:val="008401FA"/>
    <w:rsid w:val="008407D1"/>
    <w:rsid w:val="00846013"/>
    <w:rsid w:val="00864A1C"/>
    <w:rsid w:val="00865267"/>
    <w:rsid w:val="008779AF"/>
    <w:rsid w:val="00883349"/>
    <w:rsid w:val="00884472"/>
    <w:rsid w:val="00884B5F"/>
    <w:rsid w:val="00885075"/>
    <w:rsid w:val="00897143"/>
    <w:rsid w:val="008A3E52"/>
    <w:rsid w:val="008C13A6"/>
    <w:rsid w:val="008D3F3F"/>
    <w:rsid w:val="008D4FE8"/>
    <w:rsid w:val="008E466B"/>
    <w:rsid w:val="008E4912"/>
    <w:rsid w:val="008E6BB9"/>
    <w:rsid w:val="008F2525"/>
    <w:rsid w:val="008F3A29"/>
    <w:rsid w:val="00903280"/>
    <w:rsid w:val="00903898"/>
    <w:rsid w:val="00904A14"/>
    <w:rsid w:val="00926E98"/>
    <w:rsid w:val="00937609"/>
    <w:rsid w:val="00937C04"/>
    <w:rsid w:val="00950D3C"/>
    <w:rsid w:val="00951675"/>
    <w:rsid w:val="00966B20"/>
    <w:rsid w:val="00972C23"/>
    <w:rsid w:val="00976028"/>
    <w:rsid w:val="00984CBB"/>
    <w:rsid w:val="00990429"/>
    <w:rsid w:val="009A094C"/>
    <w:rsid w:val="009A2E10"/>
    <w:rsid w:val="009A7DB6"/>
    <w:rsid w:val="009B4495"/>
    <w:rsid w:val="009D06AA"/>
    <w:rsid w:val="009D1A9F"/>
    <w:rsid w:val="009D3463"/>
    <w:rsid w:val="009D6D82"/>
    <w:rsid w:val="009E16E0"/>
    <w:rsid w:val="009E7251"/>
    <w:rsid w:val="009F2003"/>
    <w:rsid w:val="00A05F2A"/>
    <w:rsid w:val="00A0683C"/>
    <w:rsid w:val="00A10DAF"/>
    <w:rsid w:val="00A26472"/>
    <w:rsid w:val="00A3562F"/>
    <w:rsid w:val="00A36443"/>
    <w:rsid w:val="00A40460"/>
    <w:rsid w:val="00A41438"/>
    <w:rsid w:val="00A43A81"/>
    <w:rsid w:val="00A54160"/>
    <w:rsid w:val="00A544EE"/>
    <w:rsid w:val="00A54FB1"/>
    <w:rsid w:val="00A65D4C"/>
    <w:rsid w:val="00A70F6C"/>
    <w:rsid w:val="00A73307"/>
    <w:rsid w:val="00A8258C"/>
    <w:rsid w:val="00A90DF0"/>
    <w:rsid w:val="00A96FC6"/>
    <w:rsid w:val="00AA1645"/>
    <w:rsid w:val="00AA27E5"/>
    <w:rsid w:val="00AA6B4D"/>
    <w:rsid w:val="00AB01AA"/>
    <w:rsid w:val="00AC213D"/>
    <w:rsid w:val="00AD23F6"/>
    <w:rsid w:val="00AE2596"/>
    <w:rsid w:val="00AE429C"/>
    <w:rsid w:val="00AE5A24"/>
    <w:rsid w:val="00AF2D99"/>
    <w:rsid w:val="00AF5770"/>
    <w:rsid w:val="00B01548"/>
    <w:rsid w:val="00B030D2"/>
    <w:rsid w:val="00B0384C"/>
    <w:rsid w:val="00B12474"/>
    <w:rsid w:val="00B15869"/>
    <w:rsid w:val="00B17ED7"/>
    <w:rsid w:val="00B23385"/>
    <w:rsid w:val="00B30FC9"/>
    <w:rsid w:val="00B41225"/>
    <w:rsid w:val="00B5113E"/>
    <w:rsid w:val="00B63149"/>
    <w:rsid w:val="00B64892"/>
    <w:rsid w:val="00B65FB0"/>
    <w:rsid w:val="00B666F3"/>
    <w:rsid w:val="00B75C99"/>
    <w:rsid w:val="00B83815"/>
    <w:rsid w:val="00B84CCE"/>
    <w:rsid w:val="00B971DF"/>
    <w:rsid w:val="00BA2933"/>
    <w:rsid w:val="00BA415D"/>
    <w:rsid w:val="00BA5C8B"/>
    <w:rsid w:val="00BB24AF"/>
    <w:rsid w:val="00BB581C"/>
    <w:rsid w:val="00BC1DAD"/>
    <w:rsid w:val="00BC718D"/>
    <w:rsid w:val="00BC7BA0"/>
    <w:rsid w:val="00BD23F1"/>
    <w:rsid w:val="00BD2F42"/>
    <w:rsid w:val="00BD50C2"/>
    <w:rsid w:val="00BD5C41"/>
    <w:rsid w:val="00BE10CA"/>
    <w:rsid w:val="00BE2D78"/>
    <w:rsid w:val="00BE745A"/>
    <w:rsid w:val="00BE7B71"/>
    <w:rsid w:val="00BF3967"/>
    <w:rsid w:val="00BF7340"/>
    <w:rsid w:val="00C14FA4"/>
    <w:rsid w:val="00C152BB"/>
    <w:rsid w:val="00C17605"/>
    <w:rsid w:val="00C2048A"/>
    <w:rsid w:val="00C20590"/>
    <w:rsid w:val="00C24154"/>
    <w:rsid w:val="00C264C9"/>
    <w:rsid w:val="00C265C1"/>
    <w:rsid w:val="00C271B0"/>
    <w:rsid w:val="00C31223"/>
    <w:rsid w:val="00C32989"/>
    <w:rsid w:val="00C33F5D"/>
    <w:rsid w:val="00C346B9"/>
    <w:rsid w:val="00C35182"/>
    <w:rsid w:val="00C35A14"/>
    <w:rsid w:val="00C35C03"/>
    <w:rsid w:val="00C52F25"/>
    <w:rsid w:val="00C66FF8"/>
    <w:rsid w:val="00C70F07"/>
    <w:rsid w:val="00C74D85"/>
    <w:rsid w:val="00CC0ED3"/>
    <w:rsid w:val="00CC2430"/>
    <w:rsid w:val="00CC5A9E"/>
    <w:rsid w:val="00CD4CEB"/>
    <w:rsid w:val="00CD67AB"/>
    <w:rsid w:val="00CE3D06"/>
    <w:rsid w:val="00CE5CF4"/>
    <w:rsid w:val="00CE67D7"/>
    <w:rsid w:val="00CE7EED"/>
    <w:rsid w:val="00CF77A7"/>
    <w:rsid w:val="00D166FD"/>
    <w:rsid w:val="00D206F1"/>
    <w:rsid w:val="00D21877"/>
    <w:rsid w:val="00D21B12"/>
    <w:rsid w:val="00D40EB8"/>
    <w:rsid w:val="00D42F5F"/>
    <w:rsid w:val="00D43857"/>
    <w:rsid w:val="00D46AB9"/>
    <w:rsid w:val="00D4727E"/>
    <w:rsid w:val="00D746C7"/>
    <w:rsid w:val="00D86F99"/>
    <w:rsid w:val="00D92D36"/>
    <w:rsid w:val="00D9693D"/>
    <w:rsid w:val="00DA1570"/>
    <w:rsid w:val="00DA6DE6"/>
    <w:rsid w:val="00DB1841"/>
    <w:rsid w:val="00DB2086"/>
    <w:rsid w:val="00DB5C27"/>
    <w:rsid w:val="00DC1ED7"/>
    <w:rsid w:val="00DC7E8B"/>
    <w:rsid w:val="00DD254F"/>
    <w:rsid w:val="00DD2942"/>
    <w:rsid w:val="00DE25BD"/>
    <w:rsid w:val="00DE7117"/>
    <w:rsid w:val="00E072EF"/>
    <w:rsid w:val="00E136ED"/>
    <w:rsid w:val="00E2341E"/>
    <w:rsid w:val="00E37613"/>
    <w:rsid w:val="00E411CF"/>
    <w:rsid w:val="00E4492E"/>
    <w:rsid w:val="00E45166"/>
    <w:rsid w:val="00E45FF5"/>
    <w:rsid w:val="00E543A9"/>
    <w:rsid w:val="00E55D4F"/>
    <w:rsid w:val="00E55DE8"/>
    <w:rsid w:val="00E60706"/>
    <w:rsid w:val="00E66D13"/>
    <w:rsid w:val="00E757D3"/>
    <w:rsid w:val="00E80A29"/>
    <w:rsid w:val="00E85468"/>
    <w:rsid w:val="00E91CAF"/>
    <w:rsid w:val="00E93FA9"/>
    <w:rsid w:val="00E96C97"/>
    <w:rsid w:val="00EA65B8"/>
    <w:rsid w:val="00EA7EE5"/>
    <w:rsid w:val="00EB3EAC"/>
    <w:rsid w:val="00EB588C"/>
    <w:rsid w:val="00EB6B2C"/>
    <w:rsid w:val="00EC28CA"/>
    <w:rsid w:val="00EC5553"/>
    <w:rsid w:val="00ED38CD"/>
    <w:rsid w:val="00EE35BD"/>
    <w:rsid w:val="00EE42EC"/>
    <w:rsid w:val="00EE6839"/>
    <w:rsid w:val="00F065A8"/>
    <w:rsid w:val="00F06BE0"/>
    <w:rsid w:val="00F110AF"/>
    <w:rsid w:val="00F131C8"/>
    <w:rsid w:val="00F150FA"/>
    <w:rsid w:val="00F169CE"/>
    <w:rsid w:val="00F24AA8"/>
    <w:rsid w:val="00F30406"/>
    <w:rsid w:val="00F30E37"/>
    <w:rsid w:val="00F33714"/>
    <w:rsid w:val="00F35514"/>
    <w:rsid w:val="00F45406"/>
    <w:rsid w:val="00F510A2"/>
    <w:rsid w:val="00F52DA7"/>
    <w:rsid w:val="00F54099"/>
    <w:rsid w:val="00F556C5"/>
    <w:rsid w:val="00F57A73"/>
    <w:rsid w:val="00F60E81"/>
    <w:rsid w:val="00F63DD1"/>
    <w:rsid w:val="00F71391"/>
    <w:rsid w:val="00F73721"/>
    <w:rsid w:val="00F74160"/>
    <w:rsid w:val="00F74524"/>
    <w:rsid w:val="00F835D7"/>
    <w:rsid w:val="00F84938"/>
    <w:rsid w:val="00F85315"/>
    <w:rsid w:val="00F8574A"/>
    <w:rsid w:val="00F95716"/>
    <w:rsid w:val="00F975DB"/>
    <w:rsid w:val="00FA78BE"/>
    <w:rsid w:val="00FB2038"/>
    <w:rsid w:val="00FB2FB5"/>
    <w:rsid w:val="00FB43F0"/>
    <w:rsid w:val="00FB54FC"/>
    <w:rsid w:val="00FB60B2"/>
    <w:rsid w:val="00FD706F"/>
    <w:rsid w:val="00FD7B85"/>
    <w:rsid w:val="00FF4548"/>
    <w:rsid w:val="00FF6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7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3FD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45C1"/>
    <w:pPr>
      <w:keepNext/>
      <w:keepLines/>
      <w:spacing w:before="200" w:after="6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13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04040" w:themeColor="text1" w:themeTint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F53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714"/>
  </w:style>
  <w:style w:type="paragraph" w:styleId="Footer">
    <w:name w:val="footer"/>
    <w:basedOn w:val="Normal"/>
    <w:link w:val="FooterChar"/>
    <w:uiPriority w:val="99"/>
    <w:unhideWhenUsed/>
    <w:rsid w:val="00F33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714"/>
  </w:style>
  <w:style w:type="character" w:customStyle="1" w:styleId="Heading1Char">
    <w:name w:val="Heading 1 Char"/>
    <w:basedOn w:val="DefaultParagraphFont"/>
    <w:link w:val="Heading1"/>
    <w:uiPriority w:val="9"/>
    <w:rsid w:val="003713F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45C1"/>
    <w:rPr>
      <w:rFonts w:asciiTheme="majorHAnsi" w:eastAsiaTheme="majorEastAsia" w:hAnsiTheme="majorHAnsi" w:cstheme="majorBidi"/>
      <w:b/>
      <w:bCs/>
      <w:color w:val="262626" w:themeColor="text1" w:themeTint="D9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13FD"/>
    <w:rPr>
      <w:rFonts w:asciiTheme="majorHAnsi" w:eastAsiaTheme="majorEastAsia" w:hAnsiTheme="majorHAnsi" w:cstheme="majorBidi"/>
      <w:b/>
      <w:bCs/>
      <w:color w:val="404040" w:themeColor="text1" w:themeTint="BF"/>
      <w:sz w:val="24"/>
    </w:rPr>
  </w:style>
  <w:style w:type="table" w:styleId="TableGrid">
    <w:name w:val="Table Grid"/>
    <w:basedOn w:val="TableNormal"/>
    <w:uiPriority w:val="59"/>
    <w:rsid w:val="00671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F53CF"/>
    <w:pPr>
      <w:spacing w:after="300" w:line="240" w:lineRule="auto"/>
      <w:contextualSpacing/>
    </w:pPr>
    <w:rPr>
      <w:rFonts w:eastAsiaTheme="majorEastAsia" w:cstheme="majorBidi"/>
      <w:color w:val="262626" w:themeColor="text1" w:themeTint="D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53CF"/>
    <w:rPr>
      <w:rFonts w:eastAsiaTheme="majorEastAsia" w:cstheme="majorBidi"/>
      <w:color w:val="262626" w:themeColor="text1" w:themeTint="D9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B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173B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173BF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173B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173B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173B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173BF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173BF"/>
    <w:pPr>
      <w:spacing w:after="100"/>
      <w:ind w:left="440"/>
    </w:pPr>
    <w:rPr>
      <w:rFonts w:eastAsiaTheme="minorEastAsia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3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F53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F53CF"/>
    <w:rPr>
      <w:rFonts w:asciiTheme="majorHAnsi" w:eastAsiaTheme="majorEastAsia" w:hAnsiTheme="majorHAnsi" w:cstheme="majorBidi"/>
      <w:b/>
      <w:bCs/>
      <w:i/>
      <w:iCs/>
      <w:sz w:val="24"/>
    </w:rPr>
  </w:style>
  <w:style w:type="paragraph" w:styleId="ListParagraph">
    <w:name w:val="List Paragraph"/>
    <w:basedOn w:val="Normal"/>
    <w:uiPriority w:val="34"/>
    <w:qFormat/>
    <w:rsid w:val="004B1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\Dropbox\Afram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80DA6-594C-4EBD-9964-124BB1B2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424</Words>
  <Characters>2421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Ella Gee</cp:lastModifiedBy>
  <cp:revision>2</cp:revision>
  <dcterms:created xsi:type="dcterms:W3CDTF">2014-09-01T10:21:00Z</dcterms:created>
  <dcterms:modified xsi:type="dcterms:W3CDTF">2014-09-01T10:21:00Z</dcterms:modified>
</cp:coreProperties>
</file>